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74" w:rsidRDefault="00D53B74">
      <w:r>
        <w:t xml:space="preserve">Datum: </w:t>
      </w:r>
      <w:bookmarkStart w:id="0" w:name="Now"/>
      <w:bookmarkEnd w:id="0"/>
    </w:p>
    <w:p w:rsidR="00D53B74" w:rsidRDefault="00D53B74">
      <w:r>
        <w:t xml:space="preserve">Firma: </w:t>
      </w:r>
      <w:bookmarkStart w:id="1" w:name="Name"/>
      <w:bookmarkEnd w:id="1"/>
    </w:p>
    <w:p w:rsidR="00D53B74" w:rsidRDefault="00D53B74">
      <w:r>
        <w:t xml:space="preserve">Name: </w:t>
      </w:r>
      <w:bookmarkStart w:id="2" w:name="NamePerson"/>
      <w:bookmarkEnd w:id="2"/>
    </w:p>
    <w:p w:rsidR="00D53B74" w:rsidRDefault="00D53B74">
      <w:r>
        <w:t xml:space="preserve">Betreff: </w:t>
      </w:r>
      <w:bookmarkStart w:id="3" w:name="BetreffAktivitaet"/>
      <w:bookmarkEnd w:id="3"/>
    </w:p>
    <w:p w:rsidR="00D53B74" w:rsidRDefault="00D53B74"/>
    <w:p w:rsidR="00D53B74" w:rsidRDefault="00D53B74">
      <w:r>
        <w:t xml:space="preserve">Nachricht: </w:t>
      </w:r>
    </w:p>
    <w:p w:rsidR="00D53B74" w:rsidRDefault="00D53B74">
      <w:bookmarkStart w:id="4" w:name="Nachricht"/>
      <w:bookmarkEnd w:id="4"/>
    </w:p>
    <w:sectPr w:rsidR="00D53B74" w:rsidSect="00D53B7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Nachricht" w:val="Aktivitaeten-&gt;Memo "/>
  </w:docVars>
  <w:rsids>
    <w:rsidRoot w:val="00D53B74"/>
    <w:rsid w:val="00D5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53B74"/>
    <w:rPr>
      <w:rFonts w:ascii="Consolas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38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</dc:title>
  <dc:subject>orgAnice Pi</dc:subject>
  <dc:creator>orgAnice Software GmbH</dc:creator>
  <cp:keywords/>
  <dc:description/>
  <cp:lastModifiedBy>Matthias Kozlowski</cp:lastModifiedBy>
  <cp:revision>5</cp:revision>
  <dcterms:created xsi:type="dcterms:W3CDTF">2000-10-06T00:52:00Z</dcterms:created>
  <dcterms:modified xsi:type="dcterms:W3CDTF">2002-01-17T15:17:00Z</dcterms:modified>
  <cp:category>orgAnice Pi-Vorlage</cp:category>
</cp:coreProperties>
</file>